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Default="00E83C89">
      <w:pPr>
        <w:rPr>
          <w:rFonts w:ascii="Arial" w:hAnsi="Arial" w:cs="Arial"/>
          <w:b/>
          <w:sz w:val="28"/>
        </w:rPr>
      </w:pPr>
      <w:r w:rsidRPr="007647BA">
        <w:rPr>
          <w:rFonts w:ascii="Arial" w:hAnsi="Arial" w:cs="Arial"/>
          <w:b/>
          <w:sz w:val="28"/>
        </w:rPr>
        <w:t>Exercice</w:t>
      </w:r>
      <w:r w:rsidR="007647BA" w:rsidRPr="007647BA">
        <w:rPr>
          <w:rFonts w:ascii="Arial" w:hAnsi="Arial" w:cs="Arial"/>
          <w:b/>
          <w:sz w:val="28"/>
        </w:rPr>
        <w:t xml:space="preserve"> 1</w:t>
      </w:r>
      <w:r w:rsidRPr="007647BA">
        <w:rPr>
          <w:rFonts w:ascii="Arial" w:hAnsi="Arial" w:cs="Arial"/>
          <w:b/>
          <w:sz w:val="28"/>
        </w:rPr>
        <w:t> :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Place les nombres décimaux sur la droite graduée : 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0,2 – 0,3 – 1,1 – 0,9 – </w:t>
      </w:r>
      <w:r>
        <w:rPr>
          <w:rFonts w:ascii="Arial" w:hAnsi="Arial" w:cs="Arial"/>
          <w:sz w:val="28"/>
        </w:rPr>
        <w:t>0,15</w:t>
      </w:r>
    </w:p>
    <w:p w:rsidR="00196133" w:rsidRDefault="00196133" w:rsidP="0019613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32375077" wp14:editId="0F16A5D2">
            <wp:extent cx="6465058" cy="744353"/>
            <wp:effectExtent l="0" t="0" r="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35901" cy="75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33" w:rsidRDefault="00196133" w:rsidP="00196133">
      <w:pPr>
        <w:rPr>
          <w:rFonts w:ascii="Arial" w:hAnsi="Arial" w:cs="Arial"/>
          <w:b/>
          <w:sz w:val="28"/>
        </w:rPr>
      </w:pPr>
    </w:p>
    <w:p w:rsidR="00196133" w:rsidRDefault="00196133" w:rsidP="00196133">
      <w:pPr>
        <w:rPr>
          <w:rFonts w:ascii="Arial" w:hAnsi="Arial" w:cs="Arial"/>
          <w:b/>
          <w:sz w:val="28"/>
        </w:rPr>
      </w:pPr>
      <w:r w:rsidRPr="007647BA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7647BA">
        <w:rPr>
          <w:rFonts w:ascii="Arial" w:hAnsi="Arial" w:cs="Arial"/>
          <w:b/>
          <w:sz w:val="28"/>
        </w:rPr>
        <w:t> :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 :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32931" wp14:editId="17D01452">
                <wp:simplePos x="0" y="0"/>
                <wp:positionH relativeFrom="column">
                  <wp:posOffset>1213009</wp:posOffset>
                </wp:positionH>
                <wp:positionV relativeFrom="paragraph">
                  <wp:posOffset>962067</wp:posOffset>
                </wp:positionV>
                <wp:extent cx="196322" cy="284012"/>
                <wp:effectExtent l="0" t="0" r="0" b="19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22" cy="284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96133" w:rsidRPr="00196133" w:rsidRDefault="00196133" w:rsidP="00196133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3293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95.5pt;margin-top:75.75pt;width:15.45pt;height:2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" fillcolor="white [3201]" stroked="f" strokeweight=".5pt">
                <v:textbox>
                  <w:txbxContent>
                    <w:p w:rsidR="00196133" w:rsidRPr="00196133" w:rsidRDefault="00196133" w:rsidP="00196133">
                      <w:pPr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527848</wp:posOffset>
                </wp:positionH>
                <wp:positionV relativeFrom="paragraph">
                  <wp:posOffset>956707</wp:posOffset>
                </wp:positionV>
                <wp:extent cx="196322" cy="284012"/>
                <wp:effectExtent l="0" t="0" r="0" b="190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22" cy="284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96133" w:rsidRPr="00196133" w:rsidRDefault="00196133" w:rsidP="00196133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196133">
                              <w:rPr>
                                <w:rFonts w:ascii="Arial" w:hAnsi="Arial" w:cs="Arial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41.55pt;margin-top:75.35pt;width:15.45pt;height:2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" fillcolor="white [3201]" stroked="f" strokeweight=".5pt">
                <v:textbox>
                  <w:txbxContent>
                    <w:p w:rsidR="00196133" w:rsidRPr="00196133" w:rsidRDefault="00196133" w:rsidP="00196133">
                      <w:pPr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196133">
                        <w:rPr>
                          <w:rFonts w:ascii="Arial" w:hAnsi="Arial" w:cs="Arial"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504E4E" wp14:editId="34D8D430">
            <wp:extent cx="4664075" cy="2916235"/>
            <wp:effectExtent l="0" t="0" r="3175" b="0"/>
            <wp:docPr id="188" name="Imag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91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33" w:rsidRDefault="00196133" w:rsidP="00196133">
      <w:pPr>
        <w:rPr>
          <w:rFonts w:ascii="Arial" w:hAnsi="Arial" w:cs="Arial"/>
          <w:b/>
          <w:sz w:val="28"/>
        </w:rPr>
      </w:pPr>
    </w:p>
    <w:p w:rsidR="00196133" w:rsidRDefault="00196133" w:rsidP="00196133">
      <w:pPr>
        <w:rPr>
          <w:rFonts w:ascii="Arial" w:hAnsi="Arial" w:cs="Arial"/>
          <w:b/>
          <w:sz w:val="28"/>
        </w:rPr>
      </w:pPr>
    </w:p>
    <w:p w:rsidR="00196133" w:rsidRDefault="00196133" w:rsidP="00196133">
      <w:pPr>
        <w:rPr>
          <w:rFonts w:ascii="Arial" w:hAnsi="Arial" w:cs="Arial"/>
          <w:b/>
          <w:sz w:val="28"/>
        </w:rPr>
      </w:pPr>
      <w:r w:rsidRPr="007647BA">
        <w:rPr>
          <w:rFonts w:ascii="Arial" w:hAnsi="Arial" w:cs="Arial"/>
          <w:b/>
          <w:sz w:val="28"/>
        </w:rPr>
        <w:t>Exercice 1 :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Place les nombres décimaux sur la droite graduée : 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0,2 – 0,3 – 1,1 – 0,9 – 0,15</w:t>
      </w:r>
    </w:p>
    <w:p w:rsidR="00196133" w:rsidRDefault="00196133" w:rsidP="0019613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957FBC4" wp14:editId="0F62377E">
            <wp:extent cx="6465058" cy="74435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35901" cy="752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33" w:rsidRDefault="00196133" w:rsidP="00196133">
      <w:pPr>
        <w:rPr>
          <w:rFonts w:ascii="Arial" w:hAnsi="Arial" w:cs="Arial"/>
          <w:b/>
          <w:sz w:val="28"/>
        </w:rPr>
      </w:pPr>
    </w:p>
    <w:p w:rsidR="00196133" w:rsidRDefault="00196133" w:rsidP="00196133">
      <w:pPr>
        <w:rPr>
          <w:rFonts w:ascii="Arial" w:hAnsi="Arial" w:cs="Arial"/>
          <w:b/>
          <w:sz w:val="28"/>
        </w:rPr>
      </w:pPr>
      <w:r w:rsidRPr="007647BA">
        <w:rPr>
          <w:rFonts w:ascii="Arial" w:hAnsi="Arial" w:cs="Arial"/>
          <w:b/>
          <w:sz w:val="28"/>
        </w:rPr>
        <w:t xml:space="preserve">Exercice </w:t>
      </w:r>
      <w:r>
        <w:rPr>
          <w:rFonts w:ascii="Arial" w:hAnsi="Arial" w:cs="Arial"/>
          <w:b/>
          <w:sz w:val="28"/>
        </w:rPr>
        <w:t>2</w:t>
      </w:r>
      <w:r w:rsidRPr="007647BA">
        <w:rPr>
          <w:rFonts w:ascii="Arial" w:hAnsi="Arial" w:cs="Arial"/>
          <w:b/>
          <w:sz w:val="28"/>
        </w:rPr>
        <w:t> :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 :</w:t>
      </w:r>
    </w:p>
    <w:p w:rsidR="00196133" w:rsidRDefault="00196133" w:rsidP="00196133">
      <w:pPr>
        <w:rPr>
          <w:rFonts w:ascii="Arial" w:hAnsi="Arial" w:cs="Arial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79379" wp14:editId="45E1535C">
                <wp:simplePos x="0" y="0"/>
                <wp:positionH relativeFrom="column">
                  <wp:posOffset>1213009</wp:posOffset>
                </wp:positionH>
                <wp:positionV relativeFrom="paragraph">
                  <wp:posOffset>962067</wp:posOffset>
                </wp:positionV>
                <wp:extent cx="196322" cy="284012"/>
                <wp:effectExtent l="0" t="0" r="0" b="190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22" cy="284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96133" w:rsidRPr="00196133" w:rsidRDefault="00196133" w:rsidP="00196133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79379" id="Zone de texte 3" o:spid="_x0000_s1028" type="#_x0000_t202" style="position:absolute;margin-left:95.5pt;margin-top:75.75pt;width:15.45pt;height:2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" fillcolor="white [3201]" stroked="f" strokeweight=".5pt">
                <v:textbox>
                  <w:txbxContent>
                    <w:p w:rsidR="00196133" w:rsidRPr="00196133" w:rsidRDefault="00196133" w:rsidP="00196133">
                      <w:pPr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7D86B" wp14:editId="0F468593">
                <wp:simplePos x="0" y="0"/>
                <wp:positionH relativeFrom="column">
                  <wp:posOffset>527848</wp:posOffset>
                </wp:positionH>
                <wp:positionV relativeFrom="paragraph">
                  <wp:posOffset>956707</wp:posOffset>
                </wp:positionV>
                <wp:extent cx="196322" cy="284012"/>
                <wp:effectExtent l="0" t="0" r="0" b="19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22" cy="2840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96133" w:rsidRPr="00196133" w:rsidRDefault="00196133" w:rsidP="00196133">
                            <w:pPr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196133">
                              <w:rPr>
                                <w:rFonts w:ascii="Arial" w:hAnsi="Arial" w:cs="Arial"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7D86B" id="Zone de texte 4" o:spid="_x0000_s1029" type="#_x0000_t202" style="position:absolute;margin-left:41.55pt;margin-top:75.35pt;width:15.45pt;height:2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" fillcolor="white [3201]" stroked="f" strokeweight=".5pt">
                <v:textbox>
                  <w:txbxContent>
                    <w:p w:rsidR="00196133" w:rsidRPr="00196133" w:rsidRDefault="00196133" w:rsidP="00196133">
                      <w:pPr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196133">
                        <w:rPr>
                          <w:rFonts w:ascii="Arial" w:hAnsi="Arial" w:cs="Arial"/>
                          <w:sz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F7EFFE4" wp14:editId="662B9D1A">
            <wp:extent cx="4664075" cy="2916235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91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133" w:rsidRPr="007647BA" w:rsidRDefault="00196133" w:rsidP="00196133">
      <w:pPr>
        <w:rPr>
          <w:rFonts w:ascii="Arial" w:hAnsi="Arial" w:cs="Arial"/>
          <w:b/>
          <w:sz w:val="28"/>
        </w:rPr>
      </w:pPr>
    </w:p>
    <w:p w:rsidR="00196133" w:rsidRPr="007647BA" w:rsidRDefault="00196133" w:rsidP="00196133">
      <w:pPr>
        <w:rPr>
          <w:rFonts w:ascii="Arial" w:hAnsi="Arial" w:cs="Arial"/>
          <w:b/>
          <w:sz w:val="28"/>
        </w:rPr>
      </w:pPr>
      <w:bookmarkStart w:id="0" w:name="_GoBack"/>
      <w:bookmarkEnd w:id="0"/>
    </w:p>
    <w:sectPr w:rsidR="00196133" w:rsidRPr="007647BA" w:rsidSect="00E83C8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C89"/>
    <w:rsid w:val="00196133"/>
    <w:rsid w:val="001D645B"/>
    <w:rsid w:val="005175A3"/>
    <w:rsid w:val="005F7238"/>
    <w:rsid w:val="007647BA"/>
    <w:rsid w:val="007E024D"/>
    <w:rsid w:val="00C127DB"/>
    <w:rsid w:val="00E83C89"/>
    <w:rsid w:val="00EA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432CA"/>
  <w15:chartTrackingRefBased/>
  <w15:docId w15:val="{73A7FC58-4F98-4E76-9C8A-824DE5C7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12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16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dcterms:created xsi:type="dcterms:W3CDTF">2017-04-19T19:11:00Z</dcterms:created>
  <dcterms:modified xsi:type="dcterms:W3CDTF">2018-03-03T21:08:00Z</dcterms:modified>
</cp:coreProperties>
</file>